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安徽财经大学研究生会学生干部申请表</w:t>
      </w:r>
    </w:p>
    <w:tbl>
      <w:tblPr>
        <w:tblStyle w:val="5"/>
        <w:tblW w:w="85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704"/>
        <w:gridCol w:w="429"/>
        <w:gridCol w:w="872"/>
        <w:gridCol w:w="696"/>
        <w:gridCol w:w="1107"/>
        <w:gridCol w:w="248"/>
        <w:gridCol w:w="1372"/>
        <w:gridCol w:w="56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姓名</w:t>
            </w:r>
          </w:p>
        </w:tc>
        <w:tc>
          <w:tcPr>
            <w:tcW w:w="11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8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性别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籍贯</w:t>
            </w:r>
          </w:p>
        </w:tc>
        <w:tc>
          <w:tcPr>
            <w:tcW w:w="16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出生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年月</w:t>
            </w:r>
          </w:p>
        </w:tc>
        <w:tc>
          <w:tcPr>
            <w:tcW w:w="11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8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民族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1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面貌</w:t>
            </w:r>
          </w:p>
        </w:tc>
        <w:tc>
          <w:tcPr>
            <w:tcW w:w="16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院系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班级</w:t>
            </w:r>
          </w:p>
        </w:tc>
        <w:tc>
          <w:tcPr>
            <w:tcW w:w="200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方式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学号</w:t>
            </w:r>
          </w:p>
        </w:tc>
        <w:tc>
          <w:tcPr>
            <w:tcW w:w="200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曾担任职务</w:t>
            </w:r>
          </w:p>
        </w:tc>
        <w:tc>
          <w:tcPr>
            <w:tcW w:w="3600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1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竞聘岗位及职务</w:t>
            </w:r>
          </w:p>
        </w:tc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z w:val="28"/>
                <w:szCs w:val="28"/>
              </w:rPr>
              <w:t>1</w:t>
            </w:r>
          </w:p>
        </w:tc>
        <w:tc>
          <w:tcPr>
            <w:tcW w:w="3352" w:type="dxa"/>
            <w:gridSpan w:val="5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8"/>
                <w:szCs w:val="28"/>
              </w:rPr>
            </w:pPr>
          </w:p>
        </w:tc>
        <w:tc>
          <w:tcPr>
            <w:tcW w:w="193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是否服从调剂</w:t>
            </w:r>
          </w:p>
        </w:tc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z w:val="28"/>
                <w:szCs w:val="28"/>
              </w:rPr>
              <w:t>2</w:t>
            </w:r>
          </w:p>
        </w:tc>
        <w:tc>
          <w:tcPr>
            <w:tcW w:w="3352" w:type="dxa"/>
            <w:gridSpan w:val="5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8"/>
                <w:szCs w:val="28"/>
              </w:rPr>
            </w:pPr>
          </w:p>
        </w:tc>
        <w:tc>
          <w:tcPr>
            <w:tcW w:w="1932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  <w:jc w:val="center"/>
        </w:trPr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获奖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情况</w:t>
            </w:r>
          </w:p>
        </w:tc>
        <w:tc>
          <w:tcPr>
            <w:tcW w:w="740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活动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经历</w:t>
            </w:r>
          </w:p>
        </w:tc>
        <w:tc>
          <w:tcPr>
            <w:tcW w:w="740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新宋体" w:hAnsi="新宋体" w:eastAsia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/>
                <w:sz w:val="28"/>
                <w:szCs w:val="28"/>
                <w:lang w:eastAsia="zh-CN"/>
              </w:rPr>
              <w:t>其他</w:t>
            </w:r>
          </w:p>
        </w:tc>
        <w:tc>
          <w:tcPr>
            <w:tcW w:w="740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280" w:firstLineChars="100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所在</w:t>
            </w:r>
          </w:p>
          <w:p>
            <w:pPr>
              <w:spacing w:line="400" w:lineRule="exact"/>
              <w:ind w:firstLine="280" w:firstLineChars="100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学院</w:t>
            </w:r>
          </w:p>
          <w:p>
            <w:pPr>
              <w:spacing w:line="400" w:lineRule="exact"/>
              <w:ind w:firstLine="280" w:firstLineChars="100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意见</w:t>
            </w:r>
          </w:p>
        </w:tc>
        <w:tc>
          <w:tcPr>
            <w:tcW w:w="740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ind w:firstLine="3920" w:firstLineChars="1400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（学院团委盖章）</w:t>
            </w:r>
          </w:p>
          <w:p>
            <w:pPr>
              <w:spacing w:line="400" w:lineRule="exact"/>
              <w:ind w:firstLine="280" w:firstLineChars="100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年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月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日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8537" w:type="dxa"/>
            <w:gridSpan w:val="10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ascii="新宋体" w:hAnsi="新宋体" w:eastAsia="新宋体"/>
                <w:b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8"/>
                <w:szCs w:val="28"/>
              </w:rPr>
              <w:t>（注：学院意见为该同学在政治、工作方面的表现及是否同意推荐。）</w:t>
            </w:r>
          </w:p>
        </w:tc>
      </w:tr>
    </w:tbl>
    <w:p>
      <w:r>
        <w:rPr>
          <w:rFonts w:hint="eastAsia" w:cs="宋体"/>
        </w:rPr>
        <w:t>注：请在申请表后附</w:t>
      </w:r>
      <w:r>
        <w:rPr>
          <w:rFonts w:hint="eastAsia" w:ascii="新宋体" w:hAnsi="新宋体" w:eastAsia="新宋体" w:cs="新宋体"/>
          <w:color w:val="000000"/>
          <w:kern w:val="0"/>
        </w:rPr>
        <w:t>成绩单</w:t>
      </w:r>
      <w:r>
        <w:rPr>
          <w:rFonts w:hint="eastAsia" w:ascii="新宋体" w:hAnsi="新宋体" w:eastAsia="新宋体" w:cs="新宋体"/>
          <w:kern w:val="0"/>
        </w:rPr>
        <w:t>，并加盖学院公章。成绩单如有弄虚作假，一经发现，严肃处理。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08"/>
    <w:rsid w:val="00017EC5"/>
    <w:rsid w:val="0005365C"/>
    <w:rsid w:val="00081312"/>
    <w:rsid w:val="00136559"/>
    <w:rsid w:val="00185E1A"/>
    <w:rsid w:val="00196236"/>
    <w:rsid w:val="001B33AF"/>
    <w:rsid w:val="002D5D18"/>
    <w:rsid w:val="003572EB"/>
    <w:rsid w:val="00363607"/>
    <w:rsid w:val="003961AD"/>
    <w:rsid w:val="004B4C05"/>
    <w:rsid w:val="004C7285"/>
    <w:rsid w:val="006A3618"/>
    <w:rsid w:val="00702778"/>
    <w:rsid w:val="00720546"/>
    <w:rsid w:val="00730AB3"/>
    <w:rsid w:val="008E1966"/>
    <w:rsid w:val="00A35171"/>
    <w:rsid w:val="00B75208"/>
    <w:rsid w:val="00CB1B26"/>
    <w:rsid w:val="00D83A8F"/>
    <w:rsid w:val="00E0513E"/>
    <w:rsid w:val="00E64EC0"/>
    <w:rsid w:val="00EE5541"/>
    <w:rsid w:val="00F27EC9"/>
    <w:rsid w:val="00F814F7"/>
    <w:rsid w:val="00FE78D2"/>
    <w:rsid w:val="1A333219"/>
    <w:rsid w:val="31230CAE"/>
    <w:rsid w:val="5C30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41</Words>
  <Characters>240</Characters>
  <Lines>0</Lines>
  <Paragraphs>0</Paragraphs>
  <TotalTime>2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2015-05-28T05:12:00Z</dcterms:created>
  <dc:creator>微软用户</dc:creator>
  <cp:lastModifiedBy>小爱2</cp:lastModifiedBy>
  <dcterms:modified xsi:type="dcterms:W3CDTF">2019-05-28T08:51:01Z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